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FE0269" w:rsidRDefault="00D14210" w:rsidP="00FE026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="00DD4056">
        <w:rPr>
          <w:rFonts w:ascii="Arial" w:hAnsi="Arial" w:cs="Arial"/>
          <w:lang w:val="fr-FR"/>
        </w:rPr>
        <w:t xml:space="preserve">iphon design du principe </w:t>
      </w:r>
      <w:r w:rsidR="006032C6">
        <w:rPr>
          <w:rFonts w:ascii="Arial" w:hAnsi="Arial" w:cs="Arial"/>
          <w:lang w:val="fr-FR"/>
        </w:rPr>
        <w:t xml:space="preserve">"à </w:t>
      </w:r>
      <w:r w:rsidR="00DD4056">
        <w:rPr>
          <w:rFonts w:ascii="Arial" w:hAnsi="Arial" w:cs="Arial"/>
          <w:lang w:val="fr-FR"/>
        </w:rPr>
        <w:t>passage direct</w:t>
      </w:r>
      <w:r w:rsidR="006032C6">
        <w:rPr>
          <w:rFonts w:ascii="Arial" w:hAnsi="Arial" w:cs="Arial"/>
          <w:lang w:val="fr-FR"/>
        </w:rPr>
        <w:t>"</w:t>
      </w:r>
    </w:p>
    <w:p w:rsidR="00BF1D65" w:rsidRDefault="00DD4056" w:rsidP="00BF1D6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hauteur de garde d'eau : 75 mm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9D4797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:rsidR="00676154" w:rsidRDefault="00DD4056" w:rsidP="00D26D44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siphon es </w:t>
      </w:r>
      <w:r w:rsidR="006032C6">
        <w:rPr>
          <w:rFonts w:ascii="Arial" w:hAnsi="Arial" w:cs="Arial"/>
          <w:lang w:val="fr-FR"/>
        </w:rPr>
        <w:t>réalisé en</w:t>
      </w:r>
      <w:r>
        <w:rPr>
          <w:rFonts w:ascii="Arial" w:hAnsi="Arial" w:cs="Arial"/>
          <w:lang w:val="fr-FR"/>
        </w:rPr>
        <w:t xml:space="preserve"> ABS avec une </w:t>
      </w:r>
      <w:r w:rsidR="006032C6">
        <w:rPr>
          <w:rFonts w:ascii="Arial" w:hAnsi="Arial" w:cs="Arial"/>
          <w:lang w:val="fr-FR"/>
        </w:rPr>
        <w:t>finition</w:t>
      </w:r>
      <w:r>
        <w:rPr>
          <w:rFonts w:ascii="Arial" w:hAnsi="Arial" w:cs="Arial"/>
          <w:lang w:val="fr-FR"/>
        </w:rPr>
        <w:t xml:space="preserve"> supérieure en chromé brillant.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DD4056" w:rsidRPr="00D14210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l</w:t>
      </w:r>
      <w:r w:rsidR="00DD4056" w:rsidRPr="00D14210">
        <w:rPr>
          <w:rFonts w:ascii="Arial" w:hAnsi="Arial"/>
          <w:lang w:val="fr-FR"/>
        </w:rPr>
        <w:t xml:space="preserve">e </w:t>
      </w:r>
      <w:r w:rsidRPr="00D14210">
        <w:rPr>
          <w:rFonts w:ascii="Arial" w:hAnsi="Arial"/>
          <w:lang w:val="fr-FR"/>
        </w:rPr>
        <w:t xml:space="preserve">siphon </w:t>
      </w:r>
      <w:r w:rsidR="00DD4056" w:rsidRPr="00D14210">
        <w:rPr>
          <w:rFonts w:ascii="Arial" w:hAnsi="Arial"/>
          <w:lang w:val="fr-FR"/>
        </w:rPr>
        <w:t xml:space="preserve">design, </w:t>
      </w:r>
      <w:r w:rsidRPr="00D14210">
        <w:rPr>
          <w:rFonts w:ascii="Arial" w:hAnsi="Arial"/>
          <w:lang w:val="fr-FR"/>
        </w:rPr>
        <w:t>avec rosace murale plate</w:t>
      </w:r>
      <w:r w:rsidR="00DD4056" w:rsidRPr="00D14210">
        <w:rPr>
          <w:rFonts w:ascii="Arial" w:hAnsi="Arial"/>
          <w:lang w:val="fr-FR"/>
        </w:rPr>
        <w:t xml:space="preserve">, </w:t>
      </w:r>
      <w:r>
        <w:rPr>
          <w:rFonts w:ascii="Arial" w:hAnsi="Arial"/>
          <w:lang w:val="fr-FR"/>
        </w:rPr>
        <w:t>a</w:t>
      </w:r>
      <w:r w:rsidRPr="00D14210">
        <w:rPr>
          <w:rFonts w:ascii="Arial" w:hAnsi="Arial"/>
          <w:lang w:val="fr-FR"/>
        </w:rPr>
        <w:t xml:space="preserve"> l'apparence d'un </w:t>
      </w:r>
      <w:r>
        <w:rPr>
          <w:rFonts w:ascii="Arial" w:hAnsi="Arial"/>
          <w:lang w:val="fr-FR"/>
        </w:rPr>
        <w:t>siphon</w:t>
      </w:r>
      <w:r w:rsidRPr="00D14210">
        <w:rPr>
          <w:rFonts w:ascii="Arial" w:hAnsi="Arial"/>
          <w:lang w:val="fr-FR"/>
        </w:rPr>
        <w:t xml:space="preserve"> à </w:t>
      </w:r>
      <w:r>
        <w:rPr>
          <w:rFonts w:ascii="Arial" w:hAnsi="Arial"/>
          <w:lang w:val="fr-FR"/>
        </w:rPr>
        <w:t>gode</w:t>
      </w:r>
      <w:bookmarkStart w:id="0" w:name="_GoBack"/>
      <w:bookmarkEnd w:id="0"/>
      <w:r>
        <w:rPr>
          <w:rFonts w:ascii="Arial" w:hAnsi="Arial"/>
          <w:lang w:val="fr-FR"/>
        </w:rPr>
        <w:t>t</w:t>
      </w:r>
    </w:p>
    <w:p w:rsidR="00DD4056" w:rsidRPr="00D14210" w:rsidRDefault="00E03578" w:rsidP="00DD4056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grâce à sa</w:t>
      </w:r>
      <w:r w:rsidR="00D14210" w:rsidRPr="00D14210">
        <w:rPr>
          <w:rFonts w:ascii="Arial" w:hAnsi="Arial"/>
          <w:lang w:val="fr-FR"/>
        </w:rPr>
        <w:t xml:space="preserve"> pièce d'immersion spéciale, le </w:t>
      </w:r>
      <w:r w:rsidR="00DD4056" w:rsidRPr="00D14210">
        <w:rPr>
          <w:rFonts w:ascii="Arial" w:hAnsi="Arial"/>
          <w:lang w:val="fr-FR"/>
        </w:rPr>
        <w:t>si</w:t>
      </w:r>
      <w:r w:rsidR="00D14210" w:rsidRPr="00D14210">
        <w:rPr>
          <w:rFonts w:ascii="Arial" w:hAnsi="Arial"/>
          <w:lang w:val="fr-FR"/>
        </w:rPr>
        <w:t>ph</w:t>
      </w:r>
      <w:r w:rsidR="00DD4056" w:rsidRPr="00D14210">
        <w:rPr>
          <w:rFonts w:ascii="Arial" w:hAnsi="Arial"/>
          <w:lang w:val="fr-FR"/>
        </w:rPr>
        <w:t xml:space="preserve">on </w:t>
      </w:r>
      <w:r w:rsidR="00D14210" w:rsidRPr="00D14210">
        <w:rPr>
          <w:rFonts w:ascii="Arial" w:hAnsi="Arial"/>
          <w:lang w:val="fr-FR"/>
        </w:rPr>
        <w:t xml:space="preserve">est optimalisé </w:t>
      </w:r>
      <w:r w:rsidR="00DD4056" w:rsidRPr="00D14210">
        <w:rPr>
          <w:rFonts w:ascii="Arial" w:hAnsi="Arial"/>
          <w:lang w:val="fr-FR"/>
        </w:rPr>
        <w:t>hydrauli</w:t>
      </w:r>
      <w:r w:rsidR="00D14210">
        <w:rPr>
          <w:rFonts w:ascii="Arial" w:hAnsi="Arial"/>
          <w:lang w:val="fr-FR"/>
        </w:rPr>
        <w:t>que</w:t>
      </w:r>
      <w:r>
        <w:rPr>
          <w:rFonts w:ascii="Arial" w:hAnsi="Arial"/>
          <w:lang w:val="fr-FR"/>
        </w:rPr>
        <w:t>ment</w:t>
      </w:r>
      <w:r w:rsidR="00D14210">
        <w:rPr>
          <w:rFonts w:ascii="Arial" w:hAnsi="Arial"/>
          <w:lang w:val="fr-FR"/>
        </w:rPr>
        <w:t xml:space="preserve">, de ce fait il appartient </w:t>
      </w:r>
      <w:r>
        <w:rPr>
          <w:rFonts w:ascii="Arial" w:hAnsi="Arial"/>
          <w:lang w:val="fr-FR"/>
        </w:rPr>
        <w:t>à la</w:t>
      </w:r>
      <w:r w:rsidR="00D14210">
        <w:rPr>
          <w:rFonts w:ascii="Arial" w:hAnsi="Arial"/>
          <w:lang w:val="fr-FR"/>
        </w:rPr>
        <w:t xml:space="preserve"> catégorie d</w:t>
      </w:r>
      <w:r>
        <w:rPr>
          <w:rFonts w:ascii="Arial" w:hAnsi="Arial"/>
          <w:lang w:val="fr-FR"/>
        </w:rPr>
        <w:t>es types "à</w:t>
      </w:r>
      <w:r w:rsidR="00D14210">
        <w:rPr>
          <w:rFonts w:ascii="Arial" w:hAnsi="Arial"/>
          <w:lang w:val="fr-FR"/>
        </w:rPr>
        <w:t xml:space="preserve"> passage direct"</w:t>
      </w:r>
      <w:r w:rsidR="00DD4056" w:rsidRPr="00D14210">
        <w:rPr>
          <w:rFonts w:ascii="Arial" w:hAnsi="Arial"/>
          <w:lang w:val="fr-FR"/>
        </w:rPr>
        <w:t>.</w:t>
      </w:r>
    </w:p>
    <w:p w:rsidR="00DD4056" w:rsidRDefault="00D14210" w:rsidP="00DD4056">
      <w:pPr>
        <w:pStyle w:val="Bulleted2"/>
        <w:rPr>
          <w:rFonts w:ascii="Arial" w:hAnsi="Arial"/>
        </w:rPr>
      </w:pPr>
      <w:proofErr w:type="spellStart"/>
      <w:r>
        <w:rPr>
          <w:rFonts w:ascii="Arial" w:hAnsi="Arial"/>
        </w:rPr>
        <w:t>l</w:t>
      </w:r>
      <w:r w:rsidR="00DD4056">
        <w:rPr>
          <w:rFonts w:ascii="Arial" w:hAnsi="Arial"/>
        </w:rPr>
        <w:t>e</w:t>
      </w:r>
      <w:proofErr w:type="spellEnd"/>
      <w:r w:rsidR="00DD4056">
        <w:rPr>
          <w:rFonts w:ascii="Arial" w:hAnsi="Arial"/>
        </w:rPr>
        <w:t xml:space="preserve"> </w:t>
      </w:r>
      <w:proofErr w:type="spellStart"/>
      <w:r w:rsidR="00DD4056">
        <w:rPr>
          <w:rFonts w:ascii="Arial" w:hAnsi="Arial"/>
        </w:rPr>
        <w:t>si</w:t>
      </w:r>
      <w:r>
        <w:rPr>
          <w:rFonts w:ascii="Arial" w:hAnsi="Arial"/>
        </w:rPr>
        <w:t>ph</w:t>
      </w:r>
      <w:r w:rsidR="00DD4056">
        <w:rPr>
          <w:rFonts w:ascii="Arial" w:hAnsi="Arial"/>
        </w:rPr>
        <w:t>on</w:t>
      </w:r>
      <w:proofErr w:type="spellEnd"/>
      <w:r w:rsidR="00DD4056"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est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autonettoyant</w:t>
      </w:r>
      <w:proofErr w:type="spellEnd"/>
    </w:p>
    <w:p w:rsidR="00DD4056" w:rsidRPr="00D14210" w:rsidRDefault="00D14210" w:rsidP="00DD4056">
      <w:pPr>
        <w:pStyle w:val="Bulleted2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 xml:space="preserve">le débit d'évacuation est </w:t>
      </w:r>
      <w:r w:rsidR="00DD4056" w:rsidRPr="00D14210">
        <w:rPr>
          <w:rFonts w:ascii="Arial" w:hAnsi="Arial"/>
          <w:lang w:val="fr-FR"/>
        </w:rPr>
        <w:t>&gt; 0,7 l/s</w:t>
      </w:r>
    </w:p>
    <w:p w:rsidR="00DD4056" w:rsidRPr="00D14210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l</w:t>
      </w:r>
      <w:r w:rsidR="00DD4056" w:rsidRPr="00D14210">
        <w:rPr>
          <w:rFonts w:ascii="Arial" w:hAnsi="Arial"/>
          <w:lang w:val="fr-FR"/>
        </w:rPr>
        <w:t>e si</w:t>
      </w:r>
      <w:r w:rsidRPr="00D14210">
        <w:rPr>
          <w:rFonts w:ascii="Arial" w:hAnsi="Arial"/>
          <w:lang w:val="fr-FR"/>
        </w:rPr>
        <w:t>ph</w:t>
      </w:r>
      <w:r w:rsidR="00DD4056" w:rsidRPr="00D14210">
        <w:rPr>
          <w:rFonts w:ascii="Arial" w:hAnsi="Arial"/>
          <w:lang w:val="fr-FR"/>
        </w:rPr>
        <w:t xml:space="preserve">on </w:t>
      </w:r>
      <w:r w:rsidRPr="00D14210">
        <w:rPr>
          <w:rFonts w:ascii="Arial" w:hAnsi="Arial"/>
          <w:lang w:val="fr-FR"/>
        </w:rPr>
        <w:t>répond aux exigences de qualité selon</w:t>
      </w:r>
      <w:r w:rsidR="00DD4056" w:rsidRPr="00D14210">
        <w:rPr>
          <w:rFonts w:ascii="Arial" w:hAnsi="Arial"/>
          <w:lang w:val="fr-FR"/>
        </w:rPr>
        <w:t xml:space="preserve"> </w:t>
      </w:r>
      <w:r w:rsidR="00F333EB">
        <w:rPr>
          <w:rFonts w:ascii="Arial" w:hAnsi="Arial"/>
          <w:lang w:val="fr-FR"/>
        </w:rPr>
        <w:t xml:space="preserve">la norme </w:t>
      </w:r>
      <w:r w:rsidR="00DD4056" w:rsidRPr="00D14210">
        <w:rPr>
          <w:rFonts w:ascii="Arial" w:hAnsi="Arial"/>
          <w:lang w:val="fr-FR"/>
        </w:rPr>
        <w:t>NBN EN 274-3</w:t>
      </w:r>
    </w:p>
    <w:p w:rsidR="00DD4056" w:rsidRPr="00127621" w:rsidRDefault="00D14210" w:rsidP="00DD4056">
      <w:pPr>
        <w:pStyle w:val="Bulleted1"/>
        <w:rPr>
          <w:rFonts w:ascii="Arial" w:hAnsi="Arial"/>
          <w:lang w:val="fr-FR"/>
        </w:rPr>
      </w:pPr>
      <w:r w:rsidRPr="00127621">
        <w:rPr>
          <w:rFonts w:ascii="Arial" w:hAnsi="Arial"/>
          <w:lang w:val="fr-FR"/>
        </w:rPr>
        <w:t>l</w:t>
      </w:r>
      <w:r w:rsidR="00DD4056" w:rsidRPr="00127621">
        <w:rPr>
          <w:rFonts w:ascii="Arial" w:hAnsi="Arial"/>
          <w:lang w:val="fr-FR"/>
        </w:rPr>
        <w:t>e si</w:t>
      </w:r>
      <w:r w:rsidRPr="00127621">
        <w:rPr>
          <w:rFonts w:ascii="Arial" w:hAnsi="Arial"/>
          <w:lang w:val="fr-FR"/>
        </w:rPr>
        <w:t>ph</w:t>
      </w:r>
      <w:r w:rsidR="00DD4056" w:rsidRPr="00127621">
        <w:rPr>
          <w:rFonts w:ascii="Arial" w:hAnsi="Arial"/>
          <w:lang w:val="fr-FR"/>
        </w:rPr>
        <w:t xml:space="preserve">on </w:t>
      </w:r>
      <w:r w:rsidRPr="00127621">
        <w:rPr>
          <w:rFonts w:ascii="Arial" w:hAnsi="Arial"/>
          <w:lang w:val="fr-FR"/>
        </w:rPr>
        <w:t xml:space="preserve">ne </w:t>
      </w:r>
      <w:r w:rsidR="00127621" w:rsidRPr="00127621">
        <w:rPr>
          <w:rFonts w:ascii="Arial" w:hAnsi="Arial"/>
          <w:lang w:val="fr-FR"/>
        </w:rPr>
        <w:t>se corrode</w:t>
      </w:r>
      <w:r w:rsidRPr="00127621">
        <w:rPr>
          <w:rFonts w:ascii="Arial" w:hAnsi="Arial"/>
          <w:lang w:val="fr-FR"/>
        </w:rPr>
        <w:t xml:space="preserve"> pas</w:t>
      </w:r>
    </w:p>
    <w:p w:rsidR="00DD4056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réglage télescopique en hauteur</w:t>
      </w:r>
      <w:r w:rsidR="00127621">
        <w:rPr>
          <w:rFonts w:ascii="Arial" w:hAnsi="Arial"/>
          <w:lang w:val="fr-FR"/>
        </w:rPr>
        <w:t xml:space="preserve"> possible du tuyau d'immersion </w:t>
      </w:r>
      <w:r w:rsidRPr="00D14210">
        <w:rPr>
          <w:rFonts w:ascii="Arial" w:hAnsi="Arial"/>
          <w:lang w:val="fr-FR"/>
        </w:rPr>
        <w:t xml:space="preserve">de </w:t>
      </w:r>
      <w:r>
        <w:rPr>
          <w:rFonts w:ascii="Arial" w:hAnsi="Arial"/>
          <w:lang w:val="fr-FR"/>
        </w:rPr>
        <w:t xml:space="preserve">0 à </w:t>
      </w:r>
      <w:r w:rsidRPr="00D14210">
        <w:rPr>
          <w:rFonts w:ascii="Arial" w:hAnsi="Arial"/>
          <w:lang w:val="fr-FR"/>
        </w:rPr>
        <w:t>16 cm</w:t>
      </w:r>
    </w:p>
    <w:p w:rsidR="00817017" w:rsidRPr="00D14210" w:rsidRDefault="00817017" w:rsidP="00DD4056">
      <w:pPr>
        <w:pStyle w:val="Bulleted1"/>
        <w:rPr>
          <w:rFonts w:ascii="Arial" w:hAnsi="Arial"/>
          <w:lang w:val="fr-FR"/>
        </w:rPr>
      </w:pPr>
      <w:r w:rsidRPr="00817017">
        <w:rPr>
          <w:rFonts w:ascii="Arial" w:hAnsi="Arial"/>
          <w:lang w:val="fr-FR"/>
        </w:rPr>
        <w:t>le tuyau d'évacuation horizontal peut être raccourci de 22,5 cm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8"/>
        <w:gridCol w:w="573"/>
        <w:gridCol w:w="85"/>
        <w:gridCol w:w="142"/>
        <w:gridCol w:w="142"/>
        <w:gridCol w:w="5579"/>
      </w:tblGrid>
      <w:tr w:rsidR="002569CC" w:rsidRPr="00D56834" w:rsidTr="00C81689">
        <w:tc>
          <w:tcPr>
            <w:tcW w:w="2008" w:type="dxa"/>
          </w:tcPr>
          <w:p w:rsidR="0020639C" w:rsidRPr="002569CC" w:rsidRDefault="002E128E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hauteur</w:t>
            </w:r>
            <w:proofErr w:type="spellEnd"/>
            <w:r>
              <w:rPr>
                <w:rFonts w:ascii="Arial" w:hAnsi="Arial" w:cs="Arial"/>
              </w:rPr>
              <w:t xml:space="preserve"> :</w:t>
            </w:r>
          </w:p>
        </w:tc>
        <w:tc>
          <w:tcPr>
            <w:tcW w:w="573" w:type="dxa"/>
          </w:tcPr>
          <w:p w:rsidR="0020639C" w:rsidRPr="002569CC" w:rsidRDefault="002569CC" w:rsidP="00157D48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1</w:t>
            </w:r>
            <w:r w:rsidR="002E128E"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BD2596" w:rsidRDefault="00BD2596" w:rsidP="00157D48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</w:t>
            </w:r>
            <w:r w:rsidR="0020639C" w:rsidRPr="00BD2596">
              <w:rPr>
                <w:rFonts w:ascii="Arial" w:hAnsi="Arial" w:cs="Arial"/>
                <w:lang w:val="fr-FR"/>
              </w:rPr>
              <w:t>m</w:t>
            </w:r>
            <w:r w:rsidRPr="00BD2596">
              <w:rPr>
                <w:rFonts w:ascii="Arial" w:hAnsi="Arial" w:cs="Arial"/>
                <w:lang w:val="fr-FR"/>
              </w:rPr>
              <w:t xml:space="preserve"> (</w:t>
            </w:r>
            <w:r w:rsidR="00C81689">
              <w:rPr>
                <w:rFonts w:ascii="Arial" w:hAnsi="Arial" w:cs="Arial"/>
                <w:lang w:val="fr-FR"/>
              </w:rPr>
              <w:t>plus petit réglage</w:t>
            </w:r>
            <w:r>
              <w:rPr>
                <w:rFonts w:ascii="Arial" w:hAnsi="Arial" w:cs="Arial"/>
                <w:lang w:val="fr-FR"/>
              </w:rPr>
              <w:t>)</w:t>
            </w:r>
          </w:p>
        </w:tc>
      </w:tr>
      <w:tr w:rsidR="00493562" w:rsidRPr="00D56834" w:rsidTr="00C81689">
        <w:tc>
          <w:tcPr>
            <w:tcW w:w="2008" w:type="dxa"/>
          </w:tcPr>
          <w:p w:rsidR="0020639C" w:rsidRPr="00C81689" w:rsidRDefault="0020639C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573" w:type="dxa"/>
          </w:tcPr>
          <w:p w:rsidR="0020639C" w:rsidRPr="00493562" w:rsidRDefault="00C81689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  <w:r w:rsidR="0020639C" w:rsidRPr="0049356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493562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493562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493562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BD2596" w:rsidRDefault="0020639C" w:rsidP="00157D48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</w:t>
            </w:r>
            <w:r w:rsidR="00BD2596" w:rsidRPr="00BD2596">
              <w:rPr>
                <w:rFonts w:ascii="Arial" w:hAnsi="Arial" w:cs="Arial"/>
                <w:lang w:val="fr-FR"/>
              </w:rPr>
              <w:t xml:space="preserve"> (</w:t>
            </w:r>
            <w:r w:rsidR="00C81689">
              <w:rPr>
                <w:rFonts w:ascii="Arial" w:hAnsi="Arial" w:cs="Arial"/>
                <w:lang w:val="fr-FR"/>
              </w:rPr>
              <w:t>plus grand réglage</w:t>
            </w:r>
            <w:r w:rsidR="00BD2596">
              <w:rPr>
                <w:rFonts w:ascii="Arial" w:hAnsi="Arial" w:cs="Arial"/>
                <w:lang w:val="fr-FR"/>
              </w:rPr>
              <w:t>)</w:t>
            </w:r>
          </w:p>
        </w:tc>
      </w:tr>
      <w:tr w:rsidR="0020639C" w:rsidRPr="006032C6" w:rsidTr="00C81689">
        <w:tc>
          <w:tcPr>
            <w:tcW w:w="2008" w:type="dxa"/>
          </w:tcPr>
          <w:p w:rsidR="0020639C" w:rsidRPr="00F86A6E" w:rsidRDefault="00C81689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diamètre</w:t>
            </w:r>
            <w:proofErr w:type="spellEnd"/>
            <w:r>
              <w:rPr>
                <w:rFonts w:ascii="Arial" w:hAnsi="Arial" w:cs="Arial"/>
              </w:rPr>
              <w:t xml:space="preserve"> de raccordement :</w:t>
            </w:r>
          </w:p>
        </w:tc>
        <w:tc>
          <w:tcPr>
            <w:tcW w:w="573" w:type="dxa"/>
          </w:tcPr>
          <w:p w:rsidR="0020639C" w:rsidRPr="00F86A6E" w:rsidRDefault="00C81689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5/4"</w:t>
            </w:r>
          </w:p>
        </w:tc>
        <w:tc>
          <w:tcPr>
            <w:tcW w:w="85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r w:rsidRPr="00C81689">
              <w:rPr>
                <w:rFonts w:ascii="Arial" w:hAnsi="Arial" w:cs="Arial"/>
                <w:lang w:val="fr-FR"/>
              </w:rPr>
              <w:t xml:space="preserve">(écrou de raccordement </w:t>
            </w:r>
            <w:r w:rsidR="00127621">
              <w:rPr>
                <w:rFonts w:ascii="Arial" w:hAnsi="Arial" w:cs="Arial"/>
                <w:lang w:val="fr-FR"/>
              </w:rPr>
              <w:t>à</w:t>
            </w:r>
            <w:r>
              <w:rPr>
                <w:rFonts w:ascii="Arial" w:hAnsi="Arial" w:cs="Arial"/>
                <w:lang w:val="fr-FR"/>
              </w:rPr>
              <w:t xml:space="preserve"> la crépine)</w:t>
            </w:r>
          </w:p>
        </w:tc>
      </w:tr>
      <w:tr w:rsidR="00C81689" w:rsidRPr="006032C6" w:rsidTr="00C81689">
        <w:tc>
          <w:tcPr>
            <w:tcW w:w="2008" w:type="dxa"/>
          </w:tcPr>
          <w:p w:rsidR="00C81689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proofErr w:type="spellStart"/>
            <w:r>
              <w:rPr>
                <w:rFonts w:ascii="Arial" w:hAnsi="Arial" w:cs="Arial"/>
                <w:lang w:val="fr-FR"/>
              </w:rPr>
              <w:t>diametre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d'évacuation :</w:t>
            </w:r>
          </w:p>
        </w:tc>
        <w:tc>
          <w:tcPr>
            <w:tcW w:w="573" w:type="dxa"/>
          </w:tcPr>
          <w:p w:rsidR="00C81689" w:rsidRPr="00C81689" w:rsidRDefault="00C81689" w:rsidP="00157D48">
            <w:pPr>
              <w:jc w:val="right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32</w:t>
            </w:r>
          </w:p>
        </w:tc>
        <w:tc>
          <w:tcPr>
            <w:tcW w:w="5948" w:type="dxa"/>
            <w:gridSpan w:val="4"/>
          </w:tcPr>
          <w:p w:rsidR="00C81689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 ou 40 mm (selon la version choisie)</w:t>
            </w:r>
          </w:p>
        </w:tc>
      </w:tr>
    </w:tbl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C81689" w:rsidRDefault="00C81689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C81689" w:rsidRPr="00A75548" w:rsidTr="00103BF9">
        <w:trPr>
          <w:trHeight w:hRule="exact" w:val="3402"/>
        </w:trPr>
        <w:tc>
          <w:tcPr>
            <w:tcW w:w="3341" w:type="dxa"/>
            <w:vAlign w:val="bottom"/>
          </w:tcPr>
          <w:p w:rsidR="00C81689" w:rsidRPr="00A75548" w:rsidRDefault="00C81689" w:rsidP="00103BF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0A06EE9" wp14:editId="55CBD84E">
                  <wp:extent cx="1424940" cy="2160270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49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C81689" w:rsidRPr="00A75548" w:rsidRDefault="00C81689" w:rsidP="00103BF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8360553" wp14:editId="1B770497">
                  <wp:extent cx="2534285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4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1689" w:rsidRPr="00C81689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C81689">
        <w:rPr>
          <w:rFonts w:ascii="Arial" w:hAnsi="Arial" w:cs="Arial"/>
          <w:lang w:val="fr-FR"/>
        </w:rPr>
        <w:t>légende:</w:t>
      </w:r>
    </w:p>
    <w:p w:rsidR="00C81689" w:rsidRPr="00C81689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C81689">
        <w:rPr>
          <w:rFonts w:ascii="Arial" w:hAnsi="Arial" w:cs="Arial"/>
          <w:lang w:val="fr-FR"/>
        </w:rPr>
        <w:t xml:space="preserve">G = 5/4" (écrou de raccordement </w:t>
      </w:r>
      <w:r w:rsidR="00127621">
        <w:rPr>
          <w:rFonts w:ascii="Arial" w:hAnsi="Arial" w:cs="Arial"/>
          <w:lang w:val="fr-FR"/>
        </w:rPr>
        <w:t>à</w:t>
      </w:r>
      <w:r w:rsidRPr="00C81689">
        <w:rPr>
          <w:rFonts w:ascii="Arial" w:hAnsi="Arial" w:cs="Arial"/>
          <w:lang w:val="fr-FR"/>
        </w:rPr>
        <w:t xml:space="preserve"> la crépine)</w:t>
      </w:r>
    </w:p>
    <w:p w:rsidR="00C81689" w:rsidRPr="006032C6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6032C6">
        <w:rPr>
          <w:rFonts w:ascii="Arial" w:hAnsi="Arial" w:cs="Arial"/>
          <w:lang w:val="fr-FR"/>
        </w:rPr>
        <w:t>d = 32 mm ou 40 mm (</w:t>
      </w:r>
      <w:proofErr w:type="spellStart"/>
      <w:r w:rsidRPr="006032C6">
        <w:rPr>
          <w:rFonts w:ascii="Arial" w:hAnsi="Arial" w:cs="Arial"/>
          <w:lang w:val="fr-FR"/>
        </w:rPr>
        <w:t>diametre</w:t>
      </w:r>
      <w:proofErr w:type="spellEnd"/>
      <w:r w:rsidRPr="006032C6">
        <w:rPr>
          <w:rFonts w:ascii="Arial" w:hAnsi="Arial" w:cs="Arial"/>
          <w:lang w:val="fr-FR"/>
        </w:rPr>
        <w:t xml:space="preserve"> </w:t>
      </w:r>
      <w:r w:rsidR="00127621">
        <w:rPr>
          <w:rFonts w:ascii="Arial" w:hAnsi="Arial" w:cs="Arial"/>
          <w:lang w:val="fr-FR"/>
        </w:rPr>
        <w:t xml:space="preserve">du tuyau </w:t>
      </w:r>
      <w:r w:rsidRPr="006032C6">
        <w:rPr>
          <w:rFonts w:ascii="Arial" w:hAnsi="Arial" w:cs="Arial"/>
          <w:lang w:val="fr-FR"/>
        </w:rPr>
        <w:t>d'évacuation)</w:t>
      </w:r>
    </w:p>
    <w:p w:rsidR="00C81689" w:rsidRDefault="00C81689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C81689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2534" w:rsidRDefault="000B2534">
      <w:r>
        <w:separator/>
      </w:r>
    </w:p>
  </w:endnote>
  <w:endnote w:type="continuationSeparator" w:id="0">
    <w:p w:rsidR="000B2534" w:rsidRDefault="000B2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32C6" w:rsidRDefault="006032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32C6" w:rsidRDefault="006032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2534" w:rsidRDefault="000B2534">
      <w:r>
        <w:separator/>
      </w:r>
    </w:p>
  </w:footnote>
  <w:footnote w:type="continuationSeparator" w:id="0">
    <w:p w:rsidR="000B2534" w:rsidRDefault="000B2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32C6" w:rsidRDefault="006032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D56834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Siphon pour lavabo Geberit, chromé,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D56834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/>
        <w:b/>
      </w:rPr>
      <w:t xml:space="preserve">151.034.21.1 (d 32 mm) </w:t>
    </w:r>
    <w:proofErr w:type="spellStart"/>
    <w:r>
      <w:rPr>
        <w:rFonts w:ascii="Arial" w:hAnsi="Arial"/>
        <w:b/>
      </w:rPr>
      <w:t>ou</w:t>
    </w:r>
    <w:proofErr w:type="spellEnd"/>
    <w:r>
      <w:rPr>
        <w:rFonts w:ascii="Arial" w:hAnsi="Arial"/>
        <w:b/>
      </w:rPr>
      <w:t xml:space="preserve"> 151.035.21.1 </w:t>
    </w:r>
    <w:r>
      <w:rPr>
        <w:rFonts w:ascii="Arial" w:hAnsi="Arial"/>
        <w:b/>
      </w:rPr>
      <w:br/>
      <w:t>(d 40 mm)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32C6" w:rsidRDefault="006032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7C6F"/>
    <w:rsid w:val="00030BCD"/>
    <w:rsid w:val="0003357F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7796E"/>
    <w:rsid w:val="00080B0F"/>
    <w:rsid w:val="00081315"/>
    <w:rsid w:val="00085A0C"/>
    <w:rsid w:val="00086176"/>
    <w:rsid w:val="0009240B"/>
    <w:rsid w:val="00094351"/>
    <w:rsid w:val="000A13DD"/>
    <w:rsid w:val="000A193A"/>
    <w:rsid w:val="000A2D0E"/>
    <w:rsid w:val="000A4E1B"/>
    <w:rsid w:val="000A7091"/>
    <w:rsid w:val="000A7118"/>
    <w:rsid w:val="000B2534"/>
    <w:rsid w:val="000B490E"/>
    <w:rsid w:val="000B5562"/>
    <w:rsid w:val="000C4F0B"/>
    <w:rsid w:val="000C690D"/>
    <w:rsid w:val="000D016D"/>
    <w:rsid w:val="000D1767"/>
    <w:rsid w:val="000D382A"/>
    <w:rsid w:val="000D3AFC"/>
    <w:rsid w:val="000E19F8"/>
    <w:rsid w:val="000E4E64"/>
    <w:rsid w:val="000E6962"/>
    <w:rsid w:val="000F1476"/>
    <w:rsid w:val="000F3A52"/>
    <w:rsid w:val="000F7E1A"/>
    <w:rsid w:val="0010107E"/>
    <w:rsid w:val="00101998"/>
    <w:rsid w:val="00102905"/>
    <w:rsid w:val="00103C08"/>
    <w:rsid w:val="00114235"/>
    <w:rsid w:val="00115702"/>
    <w:rsid w:val="001165B1"/>
    <w:rsid w:val="00120CA6"/>
    <w:rsid w:val="00121823"/>
    <w:rsid w:val="00127621"/>
    <w:rsid w:val="00131247"/>
    <w:rsid w:val="0013316F"/>
    <w:rsid w:val="0013512D"/>
    <w:rsid w:val="00140353"/>
    <w:rsid w:val="00140842"/>
    <w:rsid w:val="0014375F"/>
    <w:rsid w:val="00152D82"/>
    <w:rsid w:val="00153C00"/>
    <w:rsid w:val="00153C75"/>
    <w:rsid w:val="00154B99"/>
    <w:rsid w:val="00155BA4"/>
    <w:rsid w:val="001577D6"/>
    <w:rsid w:val="00157D48"/>
    <w:rsid w:val="00162128"/>
    <w:rsid w:val="00162C34"/>
    <w:rsid w:val="00163320"/>
    <w:rsid w:val="00170E9C"/>
    <w:rsid w:val="001755CC"/>
    <w:rsid w:val="00181354"/>
    <w:rsid w:val="001879EF"/>
    <w:rsid w:val="001A217B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BBE"/>
    <w:rsid w:val="002241EC"/>
    <w:rsid w:val="00224E30"/>
    <w:rsid w:val="0022596E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B1B7D"/>
    <w:rsid w:val="002B4E10"/>
    <w:rsid w:val="002C3455"/>
    <w:rsid w:val="002D1583"/>
    <w:rsid w:val="002D237E"/>
    <w:rsid w:val="002D4842"/>
    <w:rsid w:val="002D5CF2"/>
    <w:rsid w:val="002D6274"/>
    <w:rsid w:val="002E128E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2F68"/>
    <w:rsid w:val="00303120"/>
    <w:rsid w:val="003037CB"/>
    <w:rsid w:val="0032043B"/>
    <w:rsid w:val="00323382"/>
    <w:rsid w:val="00327981"/>
    <w:rsid w:val="00327D81"/>
    <w:rsid w:val="00330D69"/>
    <w:rsid w:val="00332202"/>
    <w:rsid w:val="00333378"/>
    <w:rsid w:val="00334C1C"/>
    <w:rsid w:val="003375FF"/>
    <w:rsid w:val="00341781"/>
    <w:rsid w:val="00342B9F"/>
    <w:rsid w:val="0034775B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6CF1"/>
    <w:rsid w:val="003C0EF8"/>
    <w:rsid w:val="003C146E"/>
    <w:rsid w:val="003C2F7D"/>
    <w:rsid w:val="003C5DC1"/>
    <w:rsid w:val="003D02D6"/>
    <w:rsid w:val="003D2AE8"/>
    <w:rsid w:val="003D3AAD"/>
    <w:rsid w:val="003D62A2"/>
    <w:rsid w:val="003E022F"/>
    <w:rsid w:val="003E149A"/>
    <w:rsid w:val="003E240D"/>
    <w:rsid w:val="003F4D6F"/>
    <w:rsid w:val="003F5461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12F1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93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BE9"/>
    <w:rsid w:val="00594C98"/>
    <w:rsid w:val="005A10A7"/>
    <w:rsid w:val="005A1279"/>
    <w:rsid w:val="005A134F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2C6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70227"/>
    <w:rsid w:val="00670CC4"/>
    <w:rsid w:val="006741B9"/>
    <w:rsid w:val="00676154"/>
    <w:rsid w:val="006809FB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C4A"/>
    <w:rsid w:val="007D3795"/>
    <w:rsid w:val="007D3CE3"/>
    <w:rsid w:val="007D6E0D"/>
    <w:rsid w:val="007E03CF"/>
    <w:rsid w:val="007E0CBA"/>
    <w:rsid w:val="007E41D5"/>
    <w:rsid w:val="007E6338"/>
    <w:rsid w:val="007F0988"/>
    <w:rsid w:val="007F1D48"/>
    <w:rsid w:val="008007D6"/>
    <w:rsid w:val="00801CBD"/>
    <w:rsid w:val="008053D0"/>
    <w:rsid w:val="0081484D"/>
    <w:rsid w:val="00817017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A4182"/>
    <w:rsid w:val="008A5821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235"/>
    <w:rsid w:val="00973517"/>
    <w:rsid w:val="00975DB9"/>
    <w:rsid w:val="00976DAC"/>
    <w:rsid w:val="0098249D"/>
    <w:rsid w:val="0098307C"/>
    <w:rsid w:val="00984E63"/>
    <w:rsid w:val="009904A0"/>
    <w:rsid w:val="00991542"/>
    <w:rsid w:val="0099290F"/>
    <w:rsid w:val="00993A0B"/>
    <w:rsid w:val="00993A68"/>
    <w:rsid w:val="009A004C"/>
    <w:rsid w:val="009A1F47"/>
    <w:rsid w:val="009A3BB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B69"/>
    <w:rsid w:val="009D3A91"/>
    <w:rsid w:val="009D3B01"/>
    <w:rsid w:val="009D44F9"/>
    <w:rsid w:val="009D4797"/>
    <w:rsid w:val="009D6F63"/>
    <w:rsid w:val="009E0D0E"/>
    <w:rsid w:val="009E1A16"/>
    <w:rsid w:val="009E1CF1"/>
    <w:rsid w:val="009E2A7F"/>
    <w:rsid w:val="009E3716"/>
    <w:rsid w:val="009E5378"/>
    <w:rsid w:val="00A04395"/>
    <w:rsid w:val="00A07334"/>
    <w:rsid w:val="00A07E31"/>
    <w:rsid w:val="00A146B5"/>
    <w:rsid w:val="00A14E12"/>
    <w:rsid w:val="00A17A43"/>
    <w:rsid w:val="00A20762"/>
    <w:rsid w:val="00A220AA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A13C8"/>
    <w:rsid w:val="00AA18E1"/>
    <w:rsid w:val="00AA22B1"/>
    <w:rsid w:val="00AA3555"/>
    <w:rsid w:val="00AA774A"/>
    <w:rsid w:val="00AB1793"/>
    <w:rsid w:val="00AD2BCF"/>
    <w:rsid w:val="00AE0481"/>
    <w:rsid w:val="00AE0B4C"/>
    <w:rsid w:val="00AE1C8E"/>
    <w:rsid w:val="00AF4729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4B08"/>
    <w:rsid w:val="00B514E9"/>
    <w:rsid w:val="00B63607"/>
    <w:rsid w:val="00B63945"/>
    <w:rsid w:val="00B651B4"/>
    <w:rsid w:val="00B76398"/>
    <w:rsid w:val="00B77A69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C30"/>
    <w:rsid w:val="00BC2DA3"/>
    <w:rsid w:val="00BC35C4"/>
    <w:rsid w:val="00BC4952"/>
    <w:rsid w:val="00BC5524"/>
    <w:rsid w:val="00BC75A7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D61"/>
    <w:rsid w:val="00BF5F44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1689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210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56834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3447"/>
    <w:rsid w:val="00DB3F2D"/>
    <w:rsid w:val="00DC410C"/>
    <w:rsid w:val="00DC5C81"/>
    <w:rsid w:val="00DD03C4"/>
    <w:rsid w:val="00DD4056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3578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3562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371C"/>
    <w:rsid w:val="00EF702D"/>
    <w:rsid w:val="00F01FF0"/>
    <w:rsid w:val="00F0309A"/>
    <w:rsid w:val="00F10658"/>
    <w:rsid w:val="00F1344E"/>
    <w:rsid w:val="00F153B6"/>
    <w:rsid w:val="00F15477"/>
    <w:rsid w:val="00F17828"/>
    <w:rsid w:val="00F17EF3"/>
    <w:rsid w:val="00F21F99"/>
    <w:rsid w:val="00F27C04"/>
    <w:rsid w:val="00F333EB"/>
    <w:rsid w:val="00F360A2"/>
    <w:rsid w:val="00F402F2"/>
    <w:rsid w:val="00F416A9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971F0"/>
    <w:rsid w:val="00FA299D"/>
    <w:rsid w:val="00FA3634"/>
    <w:rsid w:val="00FA51F1"/>
    <w:rsid w:val="00FB0DEC"/>
    <w:rsid w:val="00FB0EBB"/>
    <w:rsid w:val="00FB1791"/>
    <w:rsid w:val="00FB4B05"/>
    <w:rsid w:val="00FB5452"/>
    <w:rsid w:val="00FC4285"/>
    <w:rsid w:val="00FC725A"/>
    <w:rsid w:val="00FD03E2"/>
    <w:rsid w:val="00FD05D5"/>
    <w:rsid w:val="00FD1BA5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D4B351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BF04373-A76A-4B05-974E-09C6DAAE5DBA}"/>
</file>

<file path=customXml/itemProps2.xml><?xml version="1.0" encoding="utf-8"?>
<ds:datastoreItem xmlns:ds="http://schemas.openxmlformats.org/officeDocument/2006/customXml" ds:itemID="{098B7889-9EDB-4023-BB12-7C6EAA07071B}"/>
</file>

<file path=customXml/itemProps3.xml><?xml version="1.0" encoding="utf-8"?>
<ds:datastoreItem xmlns:ds="http://schemas.openxmlformats.org/officeDocument/2006/customXml" ds:itemID="{E48CC868-36A3-4ED1-81AE-59A3BD898A8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39</TotalTime>
  <Pages>2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2012-01-13T10:23:00Z</cp:lastPrinted>
  <dcterms:created xsi:type="dcterms:W3CDTF">2020-04-21T14:47:00Z</dcterms:created>
  <dcterms:modified xsi:type="dcterms:W3CDTF">2020-04-22T09:40:00Z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442500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